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40BF8252" w:rsidR="001E61DF" w:rsidRPr="001E61DF" w:rsidRDefault="001E61DF" w:rsidP="00467C28">
            <w:pPr>
              <w:jc w:val="both"/>
              <w:rPr>
                <w:rFonts w:ascii="Arial" w:hAnsi="Arial"/>
                <w:b/>
                <w:sz w:val="28"/>
              </w:rPr>
            </w:pPr>
            <w:r w:rsidRPr="001E61DF">
              <w:rPr>
                <w:rFonts w:ascii="Arial" w:hAnsi="Arial"/>
                <w:b/>
                <w:sz w:val="28"/>
              </w:rPr>
              <w:t>Numéro du lot :</w:t>
            </w:r>
            <w:r w:rsidR="002A66ED">
              <w:rPr>
                <w:rFonts w:ascii="Arial" w:hAnsi="Arial"/>
                <w:b/>
                <w:sz w:val="28"/>
              </w:rPr>
              <w:t xml:space="preserve"> </w:t>
            </w:r>
            <w:r w:rsidR="00C66BD4">
              <w:rPr>
                <w:rFonts w:ascii="Arial" w:hAnsi="Arial"/>
                <w:b/>
                <w:sz w:val="28"/>
              </w:rPr>
              <w:t>2</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FFBD327" w14:textId="41ED9ECE" w:rsidR="004F3815" w:rsidRPr="009E3F95" w:rsidRDefault="004F3815" w:rsidP="0015668B">
            <w:pPr>
              <w:rPr>
                <w:b/>
                <w:bCs/>
                <w:szCs w:val="22"/>
              </w:rPr>
            </w:pPr>
            <w:r w:rsidRPr="009E3F95">
              <w:rPr>
                <w:b/>
                <w:bCs/>
                <w:szCs w:val="22"/>
              </w:rPr>
              <w:t xml:space="preserve">Location de </w:t>
            </w:r>
            <w:r w:rsidR="00A93C32">
              <w:rPr>
                <w:b/>
                <w:bCs/>
                <w:szCs w:val="22"/>
              </w:rPr>
              <w:t>cabines de toilettes autonomes chimiques et sèches</w:t>
            </w:r>
            <w:r w:rsidRPr="009E3F95">
              <w:rPr>
                <w:b/>
                <w:bCs/>
                <w:szCs w:val="22"/>
              </w:rPr>
              <w:t xml:space="preserve"> et leurs services associés pour la région </w:t>
            </w:r>
            <w:r w:rsidR="00A93C32">
              <w:rPr>
                <w:b/>
                <w:bCs/>
                <w:szCs w:val="22"/>
              </w:rPr>
              <w:t>Centre Val de Loire</w:t>
            </w:r>
          </w:p>
          <w:p w14:paraId="2DF8E6B6" w14:textId="3960DAD4" w:rsidR="004D558D" w:rsidRPr="009E3F95" w:rsidRDefault="00A93C32" w:rsidP="00A93C32">
            <w:pPr>
              <w:rPr>
                <w:b/>
                <w:bCs/>
                <w:szCs w:val="22"/>
              </w:rPr>
            </w:pPr>
            <w:r>
              <w:rPr>
                <w:b/>
                <w:bCs/>
                <w:szCs w:val="22"/>
              </w:rPr>
              <w:t>Lot 1</w:t>
            </w:r>
            <w:r w:rsidR="00F4621E">
              <w:rPr>
                <w:b/>
                <w:bCs/>
                <w:szCs w:val="22"/>
              </w:rPr>
              <w:t>: Toilettes autonomes sèches</w:t>
            </w:r>
            <w:r w:rsidR="00416587" w:rsidRPr="00416587">
              <w:rPr>
                <w:b/>
                <w:bCs/>
                <w:szCs w:val="22"/>
              </w:rPr>
              <w:t xml:space="preserve"> pour l</w:t>
            </w:r>
            <w:r>
              <w:rPr>
                <w:b/>
                <w:bCs/>
                <w:szCs w:val="22"/>
              </w:rPr>
              <w:t>a région Centre-Val-de-Loire</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6976EBEC" w:rsidR="00CD426F" w:rsidRPr="00B404F9" w:rsidRDefault="00CD426F" w:rsidP="004F381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4A3727" w:rsidRPr="00C5094A">
              <w:rPr>
                <w:b/>
              </w:rPr>
              <w:t>150</w:t>
            </w:r>
            <w:r w:rsidR="004F3815" w:rsidRPr="00C5094A">
              <w:rPr>
                <w:b/>
              </w:rPr>
              <w:t xml:space="preserve"> </w:t>
            </w:r>
            <w:r w:rsidR="00600DB3" w:rsidRPr="00C5094A">
              <w:rPr>
                <w:b/>
              </w:rPr>
              <w:t>000,00</w:t>
            </w:r>
            <w:r w:rsidR="001C6FEF" w:rsidRPr="00C5094A">
              <w:rPr>
                <w:b/>
              </w:rPr>
              <w:t xml:space="preserve"> </w:t>
            </w:r>
            <w:r w:rsidRPr="00C5094A">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6D8B8EE9" w:rsidR="00663AC6" w:rsidRPr="00DD2433" w:rsidRDefault="009B5267" w:rsidP="00467C28">
            <w:pPr>
              <w:jc w:val="both"/>
              <w:rPr>
                <w:b/>
                <w:szCs w:val="22"/>
              </w:rPr>
            </w:pPr>
            <w:r>
              <w:rPr>
                <w:b/>
                <w:bCs/>
                <w:szCs w:val="22"/>
              </w:rPr>
              <w:t xml:space="preserve">Centre et Ile de France </w:t>
            </w:r>
          </w:p>
        </w:tc>
      </w:tr>
      <w:tr w:rsidR="00E55390" w14:paraId="1B424F06" w14:textId="77777777" w:rsidTr="00467C28">
        <w:trPr>
          <w:trHeight w:val="284"/>
        </w:trPr>
        <w:tc>
          <w:tcPr>
            <w:tcW w:w="1922" w:type="dxa"/>
            <w:tcBorders>
              <w:top w:val="single" w:sz="2" w:space="0" w:color="auto"/>
              <w:bottom w:val="single" w:sz="2" w:space="0" w:color="auto"/>
              <w:right w:val="nil"/>
            </w:tcBorders>
            <w:tcMar>
              <w:right w:w="0" w:type="dxa"/>
            </w:tcMar>
          </w:tcPr>
          <w:p w14:paraId="78B5CF51" w14:textId="77777777" w:rsidR="00E55390" w:rsidRDefault="00E55390" w:rsidP="00E55390">
            <w:pPr>
              <w:jc w:val="both"/>
              <w:rPr>
                <w:rFonts w:ascii="Arial" w:hAnsi="Arial"/>
                <w:b/>
                <w:sz w:val="19"/>
              </w:rPr>
            </w:pPr>
            <w:r>
              <w:rPr>
                <w:rFonts w:ascii="Arial" w:hAnsi="Arial"/>
                <w:b/>
                <w:sz w:val="19"/>
              </w:rPr>
              <w:t xml:space="preserve">Direction </w:t>
            </w:r>
          </w:p>
          <w:p w14:paraId="471B9DDB" w14:textId="71DF441E" w:rsidR="00E55390" w:rsidRDefault="00E55390" w:rsidP="00E55390">
            <w:pPr>
              <w:spacing w:before="40"/>
              <w:jc w:val="both"/>
              <w:rPr>
                <w:rFonts w:ascii="Arial" w:hAnsi="Arial"/>
                <w:b/>
                <w:sz w:val="19"/>
              </w:rPr>
            </w:pPr>
            <w:r>
              <w:rPr>
                <w:rFonts w:ascii="Arial" w:hAnsi="Arial"/>
                <w:b/>
                <w:sz w:val="19"/>
              </w:rPr>
              <w:t>bénéficiaire</w:t>
            </w:r>
            <w:r>
              <w:rPr>
                <w:b/>
                <w:bCs/>
                <w:szCs w:val="22"/>
              </w:rPr>
              <w:t xml:space="preserve"> </w:t>
            </w:r>
          </w:p>
        </w:tc>
        <w:tc>
          <w:tcPr>
            <w:tcW w:w="6978" w:type="dxa"/>
            <w:tcBorders>
              <w:top w:val="single" w:sz="2" w:space="0" w:color="auto"/>
              <w:left w:val="nil"/>
              <w:bottom w:val="single" w:sz="2" w:space="0" w:color="auto"/>
            </w:tcBorders>
            <w:vAlign w:val="center"/>
          </w:tcPr>
          <w:p w14:paraId="0983AAF6" w14:textId="1D45301B" w:rsidR="00E55390" w:rsidRPr="004F3815" w:rsidRDefault="00E55390" w:rsidP="00E55390">
            <w:pPr>
              <w:jc w:val="both"/>
              <w:rPr>
                <w:b/>
                <w:bCs/>
                <w:szCs w:val="22"/>
              </w:rPr>
            </w:pPr>
            <w:r>
              <w:rPr>
                <w:b/>
                <w:bCs/>
                <w:szCs w:val="22"/>
              </w:rPr>
              <w:t>Toutes Directions</w:t>
            </w:r>
          </w:p>
        </w:tc>
      </w:tr>
      <w:tr w:rsidR="00E55390" w14:paraId="2B60A741" w14:textId="77777777" w:rsidTr="00467C28">
        <w:trPr>
          <w:trHeight w:val="257"/>
        </w:trPr>
        <w:tc>
          <w:tcPr>
            <w:tcW w:w="8900" w:type="dxa"/>
            <w:gridSpan w:val="2"/>
            <w:tcBorders>
              <w:bottom w:val="nil"/>
            </w:tcBorders>
            <w:tcMar>
              <w:right w:w="0" w:type="dxa"/>
            </w:tcMar>
          </w:tcPr>
          <w:p w14:paraId="60B21872" w14:textId="77777777" w:rsidR="00E55390" w:rsidRDefault="00E55390" w:rsidP="00E55390">
            <w:pPr>
              <w:jc w:val="both"/>
            </w:pPr>
          </w:p>
        </w:tc>
      </w:tr>
      <w:tr w:rsidR="00E55390" w14:paraId="4EB1DBE9" w14:textId="77777777" w:rsidTr="00467C28">
        <w:trPr>
          <w:trHeight w:val="257"/>
        </w:trPr>
        <w:tc>
          <w:tcPr>
            <w:tcW w:w="8900" w:type="dxa"/>
            <w:gridSpan w:val="2"/>
            <w:tcBorders>
              <w:top w:val="nil"/>
              <w:bottom w:val="nil"/>
            </w:tcBorders>
            <w:tcMar>
              <w:right w:w="0" w:type="dxa"/>
            </w:tcMar>
          </w:tcPr>
          <w:p w14:paraId="7BD58070" w14:textId="77777777" w:rsidR="00E55390" w:rsidRDefault="00E55390" w:rsidP="00E55390">
            <w:pPr>
              <w:jc w:val="both"/>
            </w:pPr>
          </w:p>
          <w:p w14:paraId="77434D14" w14:textId="3F625781" w:rsidR="00E55390" w:rsidRDefault="00E55390" w:rsidP="00E55390">
            <w:pPr>
              <w:rPr>
                <w:b/>
              </w:rPr>
            </w:pPr>
            <w:r>
              <w:rPr>
                <w:b/>
              </w:rPr>
              <w:t xml:space="preserve">Type juridique  </w:t>
            </w:r>
          </w:p>
          <w:p w14:paraId="6BF0E403" w14:textId="77777777" w:rsidR="00E55390" w:rsidRDefault="00E55390" w:rsidP="00E55390">
            <w:pPr>
              <w:rPr>
                <w:highlight w:val="yellow"/>
              </w:rPr>
            </w:pPr>
          </w:p>
          <w:p w14:paraId="136828B9" w14:textId="4F80363A" w:rsidR="00E55390" w:rsidRPr="00B57923" w:rsidRDefault="00E55390" w:rsidP="00E55390">
            <w:pPr>
              <w:jc w:val="both"/>
            </w:pPr>
            <w:r>
              <w:t>Accord-cadre multi</w:t>
            </w:r>
            <w:r w:rsidRPr="00194276">
              <w:t>-attributaire</w:t>
            </w:r>
            <w:r>
              <w:t>s</w:t>
            </w:r>
            <w:r w:rsidRPr="00194276">
              <w:t xml:space="preserve"> (articles L.2125-1 alinéa 1, R.2121-8, R.2162-1,</w:t>
            </w:r>
            <w:r w:rsidRPr="00194276">
              <w:rPr>
                <w:i/>
              </w:rPr>
              <w:t xml:space="preserve"> </w:t>
            </w:r>
            <w:r w:rsidRPr="00194276">
              <w:t>R.2162-2 alinéa</w:t>
            </w:r>
            <w:r>
              <w:t xml:space="preserve"> 2, R.2162-4 alinéa 1</w:t>
            </w:r>
            <w:r w:rsidRPr="00194276">
              <w:t>, R.2162-5 à R.2162-6 du Code de la commande publique) s’exécutant par l’émission de bons de commande (articles R.2162-13, R.2162-14 du Code de la commande publique).</w:t>
            </w:r>
            <w:r>
              <w:t xml:space="preserve"> </w:t>
            </w:r>
          </w:p>
          <w:p w14:paraId="35FD3A49" w14:textId="7FEE9D42" w:rsidR="00E55390" w:rsidRDefault="00E55390" w:rsidP="00E55390">
            <w:pPr>
              <w:jc w:val="both"/>
            </w:pPr>
          </w:p>
        </w:tc>
      </w:tr>
      <w:tr w:rsidR="00E55390" w14:paraId="4A7AB7B5" w14:textId="77777777" w:rsidTr="00467C28">
        <w:trPr>
          <w:trHeight w:val="293"/>
        </w:trPr>
        <w:tc>
          <w:tcPr>
            <w:tcW w:w="8900" w:type="dxa"/>
            <w:gridSpan w:val="2"/>
            <w:tcBorders>
              <w:top w:val="nil"/>
              <w:bottom w:val="nil"/>
            </w:tcBorders>
            <w:tcMar>
              <w:right w:w="0" w:type="dxa"/>
            </w:tcMar>
          </w:tcPr>
          <w:p w14:paraId="184E47DF" w14:textId="316D35C1" w:rsidR="00E55390" w:rsidRDefault="00E55390" w:rsidP="00E55390">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E55390" w:rsidRPr="007B1AB9" w:rsidRDefault="00E55390" w:rsidP="00E55390"/>
          <w:p w14:paraId="2D9757E3" w14:textId="77777777" w:rsidR="00E55390" w:rsidRPr="00E40061" w:rsidRDefault="00E55390" w:rsidP="00E55390">
            <w:r w:rsidRPr="00E40061">
              <w:t xml:space="preserve">Appel d’offres ouvert passé en application des articles L2124-1 à L.2124-2, R.2124-1 à R.2124-2, R.2161-1 à R.2161-5 du code de la commande publique </w:t>
            </w:r>
          </w:p>
          <w:p w14:paraId="2FD8882F" w14:textId="193A7789" w:rsidR="00E55390" w:rsidRPr="001A7212" w:rsidRDefault="00E55390" w:rsidP="00E55390">
            <w:pPr>
              <w:jc w:val="both"/>
              <w:rPr>
                <w:szCs w:val="22"/>
              </w:rPr>
            </w:pPr>
          </w:p>
          <w:p w14:paraId="20ED2D98"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E55390" w:rsidRPr="001A7212" w:rsidRDefault="00E55390" w:rsidP="00E55390">
            <w:pPr>
              <w:jc w:val="both"/>
              <w:rPr>
                <w:szCs w:val="22"/>
              </w:rPr>
            </w:pPr>
            <w:r w:rsidRPr="001A7212">
              <w:rPr>
                <w:szCs w:val="22"/>
              </w:rPr>
              <w:t>Institut national de recherches archéologiques préventives</w:t>
            </w:r>
          </w:p>
          <w:p w14:paraId="478BCC4E" w14:textId="77777777" w:rsidR="00E55390" w:rsidRPr="001A7212" w:rsidRDefault="00E55390" w:rsidP="00E55390">
            <w:pPr>
              <w:ind w:left="180"/>
              <w:jc w:val="both"/>
              <w:rPr>
                <w:szCs w:val="22"/>
              </w:rPr>
            </w:pPr>
          </w:p>
          <w:p w14:paraId="5929976A"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E55390" w:rsidRPr="001A7212" w:rsidRDefault="00E55390" w:rsidP="00E55390">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E55390" w:rsidRPr="001A7212" w:rsidRDefault="00E55390" w:rsidP="00E55390">
            <w:pPr>
              <w:pStyle w:val="Retraitcorpsdetexte2"/>
              <w:ind w:left="180"/>
              <w:jc w:val="both"/>
              <w:rPr>
                <w:szCs w:val="22"/>
              </w:rPr>
            </w:pPr>
          </w:p>
          <w:p w14:paraId="272DEA89"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E55390" w:rsidRPr="001A7212" w:rsidRDefault="00E55390" w:rsidP="00E55390">
            <w:pPr>
              <w:jc w:val="both"/>
              <w:rPr>
                <w:szCs w:val="22"/>
              </w:rPr>
            </w:pPr>
            <w:r w:rsidRPr="001A7212">
              <w:rPr>
                <w:szCs w:val="22"/>
              </w:rPr>
              <w:t>121, rue d’Alesia CS 20007 Paris 75014</w:t>
            </w:r>
          </w:p>
          <w:p w14:paraId="27D85C19" w14:textId="77777777" w:rsidR="00E55390" w:rsidRPr="001A7212" w:rsidRDefault="00E55390" w:rsidP="00E55390">
            <w:pPr>
              <w:ind w:left="180"/>
              <w:jc w:val="both"/>
              <w:rPr>
                <w:szCs w:val="22"/>
              </w:rPr>
            </w:pPr>
          </w:p>
          <w:p w14:paraId="015C9EAF" w14:textId="3E9104D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Pr="00D41B4E">
              <w:rPr>
                <w:rFonts w:ascii="Times New Roman" w:hAnsi="Times New Roman"/>
                <w:b w:val="0"/>
                <w:sz w:val="22"/>
                <w:szCs w:val="22"/>
              </w:rPr>
              <w:t>Le président de l’Institut national de recherches archéologiques préventives nomm</w:t>
            </w:r>
            <w:r>
              <w:rPr>
                <w:rFonts w:ascii="Times New Roman" w:hAnsi="Times New Roman"/>
                <w:b w:val="0"/>
                <w:sz w:val="22"/>
                <w:szCs w:val="22"/>
              </w:rPr>
              <w:t>é par décret du 8 janvier</w:t>
            </w:r>
            <w:r w:rsidRPr="00D41B4E">
              <w:rPr>
                <w:rFonts w:ascii="Times New Roman" w:hAnsi="Times New Roman"/>
                <w:b w:val="0"/>
                <w:sz w:val="22"/>
                <w:szCs w:val="22"/>
              </w:rPr>
              <w:t xml:space="preserve"> 202</w:t>
            </w:r>
            <w:r>
              <w:rPr>
                <w:rFonts w:ascii="Times New Roman" w:hAnsi="Times New Roman"/>
                <w:b w:val="0"/>
                <w:sz w:val="22"/>
                <w:szCs w:val="22"/>
              </w:rPr>
              <w:t>4.</w:t>
            </w:r>
          </w:p>
          <w:p w14:paraId="1E9A688E" w14:textId="789D9860" w:rsidR="00E55390" w:rsidRPr="00D41B4E" w:rsidRDefault="00E55390" w:rsidP="00E55390">
            <w:pPr>
              <w:jc w:val="both"/>
              <w:rPr>
                <w:szCs w:val="22"/>
              </w:rPr>
            </w:pPr>
          </w:p>
          <w:p w14:paraId="7A78A9CC" w14:textId="17DD6799" w:rsidR="00E55390" w:rsidRPr="00D41B4E" w:rsidRDefault="00E55390" w:rsidP="00E55390">
            <w:pPr>
              <w:jc w:val="both"/>
              <w:rPr>
                <w:b/>
                <w:szCs w:val="22"/>
              </w:rPr>
            </w:pPr>
            <w:r w:rsidRPr="00D41B4E">
              <w:rPr>
                <w:b/>
                <w:szCs w:val="22"/>
              </w:rPr>
              <w:t>Désignation et adresse de la personne habilitée à donner les renseignements prévus par les articles R.2191-60 à R.2191-61 du code de la commande publique</w:t>
            </w:r>
            <w:r w:rsidRPr="00D41B4E">
              <w:rPr>
                <w:szCs w:val="22"/>
              </w:rPr>
              <w:t> : La chef du service de la politique des achats, des marchés publics et de la relation client de l’Institut national de recherches archéologiques préventives</w:t>
            </w:r>
          </w:p>
          <w:p w14:paraId="215DE0DA" w14:textId="77777777" w:rsidR="00E55390" w:rsidRPr="00D41B4E" w:rsidRDefault="00E55390" w:rsidP="00E55390">
            <w:pPr>
              <w:pStyle w:val="Titre3"/>
              <w:jc w:val="both"/>
              <w:rPr>
                <w:rFonts w:ascii="Times New Roman" w:hAnsi="Times New Roman"/>
                <w:b w:val="0"/>
                <w:sz w:val="22"/>
                <w:szCs w:val="22"/>
              </w:rPr>
            </w:pPr>
          </w:p>
          <w:p w14:paraId="57A0069D" w14:textId="7777777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sz w:val="22"/>
                <w:szCs w:val="22"/>
              </w:rPr>
              <w:t xml:space="preserve">Comptable assignataire : </w:t>
            </w:r>
            <w:r w:rsidRPr="00D41B4E">
              <w:rPr>
                <w:rFonts w:ascii="Times New Roman" w:hAnsi="Times New Roman"/>
                <w:b w:val="0"/>
                <w:sz w:val="22"/>
                <w:szCs w:val="22"/>
              </w:rPr>
              <w:t>L’agent comptable de l’Institut national de recherches archéologiques préventives- 121, rue d’Alésia - CS 20007 -75 685 Paris cedex 14</w:t>
            </w:r>
          </w:p>
          <w:p w14:paraId="312A86C8" w14:textId="7777777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E55390" w:rsidRDefault="00E55390" w:rsidP="00E55390">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48C0EED2"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9B5267">
        <w:rPr>
          <w:b/>
        </w:rPr>
        <w:t>9 (neuf</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1F502CB0" w14:textId="13BE81F6" w:rsidR="00F44E9A" w:rsidRPr="00F44E9A" w:rsidRDefault="00DA188F" w:rsidP="00F44E9A">
      <w:pPr>
        <w:jc w:val="both"/>
        <w:rPr>
          <w:szCs w:val="22"/>
        </w:rPr>
      </w:pPr>
      <w:r w:rsidRPr="003045DC">
        <w:rPr>
          <w:szCs w:val="22"/>
        </w:rPr>
        <w:t>Le présent mar</w:t>
      </w:r>
      <w:r>
        <w:rPr>
          <w:szCs w:val="22"/>
        </w:rPr>
        <w:t>ché a pour objet</w:t>
      </w:r>
      <w:r w:rsidR="00CB2041">
        <w:rPr>
          <w:szCs w:val="22"/>
        </w:rPr>
        <w:t> </w:t>
      </w:r>
      <w:r w:rsidR="00F44E9A">
        <w:rPr>
          <w:szCs w:val="22"/>
        </w:rPr>
        <w:t>la l</w:t>
      </w:r>
      <w:r w:rsidR="00F44E9A" w:rsidRPr="00F44E9A">
        <w:rPr>
          <w:szCs w:val="22"/>
        </w:rPr>
        <w:t>ocation de cabines de toilettes autonomes chimiques et sèches et leurs services associés pour la région Centre Val de Loire</w:t>
      </w:r>
      <w:r w:rsidR="00F44E9A">
        <w:rPr>
          <w:szCs w:val="22"/>
        </w:rPr>
        <w:t>.</w:t>
      </w:r>
    </w:p>
    <w:p w14:paraId="2D1F50DB" w14:textId="132E4E09" w:rsidR="00112094" w:rsidRDefault="00112094" w:rsidP="00793167">
      <w:pPr>
        <w:jc w:val="both"/>
        <w:rPr>
          <w:szCs w:val="22"/>
        </w:rPr>
      </w:pPr>
    </w:p>
    <w:p w14:paraId="72747793" w14:textId="67E427FD" w:rsidR="00AC7D54" w:rsidRDefault="00AC7D54" w:rsidP="00793167">
      <w:pPr>
        <w:jc w:val="both"/>
        <w:rPr>
          <w:szCs w:val="22"/>
        </w:rPr>
      </w:pPr>
      <w:r>
        <w:rPr>
          <w:szCs w:val="22"/>
        </w:rPr>
        <w:t>Le présent acte d’engagement concerne</w:t>
      </w:r>
      <w:r w:rsidR="004F3815">
        <w:rPr>
          <w:szCs w:val="22"/>
        </w:rPr>
        <w:t> :</w:t>
      </w:r>
    </w:p>
    <w:p w14:paraId="4CC7F9A6" w14:textId="6AF35289" w:rsidR="00F44E9A" w:rsidRDefault="0042558C" w:rsidP="00F44E9A">
      <w:pPr>
        <w:jc w:val="both"/>
        <w:rPr>
          <w:szCs w:val="22"/>
        </w:rPr>
      </w:pPr>
      <w:r>
        <w:rPr>
          <w:szCs w:val="22"/>
        </w:rPr>
        <w:t xml:space="preserve">Lot 2 : Toilettes autonomes sèches </w:t>
      </w:r>
      <w:r w:rsidR="00F44E9A" w:rsidRPr="00F44E9A">
        <w:rPr>
          <w:szCs w:val="22"/>
        </w:rPr>
        <w:t>pour la région Centre-Val-de-Loire</w:t>
      </w:r>
      <w:r w:rsidR="00F44E9A">
        <w:rPr>
          <w:szCs w:val="22"/>
        </w:rPr>
        <w:t>.</w:t>
      </w:r>
    </w:p>
    <w:p w14:paraId="6311C5F8" w14:textId="77777777" w:rsidR="00416587" w:rsidRDefault="00416587" w:rsidP="00793167">
      <w:pPr>
        <w:jc w:val="both"/>
        <w:rPr>
          <w:szCs w:val="22"/>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lastRenderedPageBreak/>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32B72597"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F3815">
        <w:rPr>
          <w:szCs w:val="20"/>
        </w:rPr>
        <w:t xml:space="preserve"> </w:t>
      </w:r>
      <w:r w:rsidR="004A3727" w:rsidRPr="00146CD2">
        <w:t>150</w:t>
      </w:r>
      <w:r w:rsidR="00E55390" w:rsidRPr="00146CD2">
        <w:t xml:space="preserve"> 000</w:t>
      </w:r>
      <w:r w:rsidR="00064C40" w:rsidRPr="00146CD2">
        <w:t>,00</w:t>
      </w:r>
      <w:r w:rsidR="00064C40" w:rsidRPr="00064C40">
        <w:t xml:space="preserve"> €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052691">
      <w:pPr>
        <w:numPr>
          <w:ilvl w:val="12"/>
          <w:numId w:val="0"/>
        </w:numPr>
        <w:tabs>
          <w:tab w:val="left" w:pos="568"/>
          <w:tab w:val="left" w:pos="851"/>
          <w:tab w:val="left" w:pos="1134"/>
          <w:tab w:val="left" w:pos="1276"/>
        </w:tabs>
        <w:spacing w:line="240" w:lineRule="exact"/>
        <w:jc w:val="right"/>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l’Inrap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l’Inrap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l’Inrap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5ECE4D9"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w:t>
      </w:r>
      <w:r w:rsidR="00C5094A">
        <w:rPr>
          <w:b/>
        </w:rPr>
        <w:t xml:space="preserve"> </w:t>
      </w:r>
      <w:r w:rsidRPr="00E4000F">
        <w:rPr>
          <w:b/>
        </w:rPr>
        <w:t>:</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l’Inrap)</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l’Inrap)</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1DBDF78A" w14:textId="141E1766" w:rsidR="001A576F" w:rsidRPr="00E4000F" w:rsidRDefault="001A576F" w:rsidP="001A576F">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1BCE26F4" wp14:editId="4EB90C7F">
                <wp:simplePos x="0" y="0"/>
                <wp:positionH relativeFrom="column">
                  <wp:posOffset>1447800</wp:posOffset>
                </wp:positionH>
                <wp:positionV relativeFrom="paragraph">
                  <wp:posOffset>45085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FAC12" id="Rectangle 1" o:spid="_x0000_s1026" style="position:absolute;margin-left:114pt;margin-top:3.5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" filled="f" strokecolor="windowText" strokeweight="1pt"/>
            </w:pict>
          </mc:Fallback>
        </mc:AlternateContent>
      </w:r>
      <w:r>
        <w:rPr>
          <w:b/>
        </w:rPr>
        <w:t>PSE 3</w:t>
      </w:r>
      <w:r w:rsidRPr="00E4000F">
        <w:rPr>
          <w:b/>
        </w:rPr>
        <w:t> :</w:t>
      </w:r>
      <w:r w:rsidRPr="00E4000F">
        <w:rPr>
          <w:b/>
          <w:noProof/>
        </w:rPr>
        <w:t xml:space="preserve"> </w:t>
      </w:r>
    </w:p>
    <w:p w14:paraId="4F62BBB6" w14:textId="77777777" w:rsidR="00AC3FD0" w:rsidRDefault="00AC3FD0" w:rsidP="00AC3FD0">
      <w:pPr>
        <w:tabs>
          <w:tab w:val="left" w:pos="567"/>
          <w:tab w:val="left" w:pos="851"/>
        </w:tabs>
        <w:spacing w:line="240" w:lineRule="exact"/>
        <w:ind w:left="1440"/>
        <w:jc w:val="both"/>
      </w:pP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78580BBE" w:rsidR="00E40061" w:rsidRDefault="00E40061" w:rsidP="004D3856">
      <w:pPr>
        <w:spacing w:line="240" w:lineRule="exact"/>
        <w:jc w:val="both"/>
      </w:pPr>
    </w:p>
    <w:p w14:paraId="64C77E85" w14:textId="7673753A" w:rsidR="00632349" w:rsidRDefault="00632349" w:rsidP="004D3856">
      <w:pPr>
        <w:spacing w:line="240" w:lineRule="exact"/>
        <w:jc w:val="both"/>
      </w:pPr>
    </w:p>
    <w:p w14:paraId="46651A98" w14:textId="295E5116" w:rsidR="00632349" w:rsidRDefault="00632349" w:rsidP="004D3856">
      <w:pPr>
        <w:spacing w:line="240" w:lineRule="exact"/>
        <w:jc w:val="both"/>
      </w:pPr>
    </w:p>
    <w:p w14:paraId="22598E6A" w14:textId="5CE1A9B3" w:rsidR="00632349" w:rsidRDefault="00632349" w:rsidP="004D3856">
      <w:pPr>
        <w:spacing w:line="240" w:lineRule="exact"/>
        <w:jc w:val="both"/>
      </w:pPr>
    </w:p>
    <w:p w14:paraId="58382DF7" w14:textId="77777777" w:rsidR="00632349" w:rsidRDefault="00632349"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AACA2" w14:textId="77777777" w:rsidR="00E96638" w:rsidRDefault="00E96638">
      <w:r>
        <w:separator/>
      </w:r>
    </w:p>
  </w:endnote>
  <w:endnote w:type="continuationSeparator" w:id="0">
    <w:p w14:paraId="408CDEBA" w14:textId="77777777" w:rsidR="00E96638" w:rsidRDefault="00E9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4671C936"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C66BD4">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C66BD4">
            <w:rPr>
              <w:i/>
              <w:noProof/>
              <w:sz w:val="16"/>
              <w:szCs w:val="16"/>
            </w:rPr>
            <w:t>7</w:t>
          </w:r>
          <w:r w:rsidRPr="00A1087F">
            <w:rPr>
              <w:i/>
              <w:sz w:val="16"/>
              <w:szCs w:val="16"/>
            </w:rPr>
            <w:fldChar w:fldCharType="end"/>
          </w:r>
        </w:p>
        <w:p w14:paraId="12CF27BC" w14:textId="374360C2" w:rsidR="00F44E9A" w:rsidRDefault="00AC7D54" w:rsidP="00F44E9A">
          <w:pPr>
            <w:pStyle w:val="Pieddepage"/>
            <w:rPr>
              <w:i/>
              <w:sz w:val="16"/>
              <w:szCs w:val="16"/>
            </w:rPr>
          </w:pPr>
          <w:r>
            <w:rPr>
              <w:i/>
              <w:sz w:val="18"/>
              <w:szCs w:val="18"/>
            </w:rPr>
            <w:t> </w:t>
          </w:r>
          <w:r w:rsidR="001504D6" w:rsidRPr="001A19CB">
            <w:rPr>
              <w:i/>
              <w:sz w:val="16"/>
              <w:szCs w:val="16"/>
            </w:rPr>
            <w:t xml:space="preserve">AE </w:t>
          </w:r>
          <w:r w:rsidR="00B453C6" w:rsidRPr="001A19CB">
            <w:rPr>
              <w:i/>
              <w:sz w:val="16"/>
              <w:szCs w:val="16"/>
            </w:rPr>
            <w:t xml:space="preserve">– </w:t>
          </w:r>
          <w:r w:rsidR="00AD45A7" w:rsidRPr="00AD45A7">
            <w:rPr>
              <w:i/>
              <w:sz w:val="16"/>
              <w:szCs w:val="16"/>
            </w:rPr>
            <w:t>006FR2026</w:t>
          </w:r>
        </w:p>
        <w:p w14:paraId="49F3D683" w14:textId="49531165" w:rsidR="001504D6" w:rsidRDefault="00F44E9A" w:rsidP="00F44E9A">
          <w:pPr>
            <w:pStyle w:val="Pieddepage"/>
            <w:rPr>
              <w:rFonts w:ascii="Arial" w:hAnsi="Arial"/>
              <w:b/>
              <w:sz w:val="14"/>
            </w:rPr>
          </w:pPr>
          <w:r>
            <w:rPr>
              <w:i/>
              <w:sz w:val="16"/>
              <w:szCs w:val="16"/>
            </w:rPr>
            <w:t>L</w:t>
          </w:r>
          <w:r w:rsidRPr="00F44E9A">
            <w:rPr>
              <w:i/>
              <w:sz w:val="16"/>
              <w:szCs w:val="16"/>
            </w:rPr>
            <w:t>ocation de cabines de toilettes autonomes chimiques et sèches et leurs services associés pour la région Centre Val de Loire</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CA898" w14:textId="77777777" w:rsidR="00E96638" w:rsidRDefault="00E96638">
      <w:r>
        <w:separator/>
      </w:r>
    </w:p>
  </w:footnote>
  <w:footnote w:type="continuationSeparator" w:id="0">
    <w:p w14:paraId="1D0218D7" w14:textId="77777777" w:rsidR="00E96638" w:rsidRDefault="00E96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DDF98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00922024">
    <w:abstractNumId w:val="11"/>
  </w:num>
  <w:num w:numId="2" w16cid:durableId="2062434650">
    <w:abstractNumId w:val="13"/>
  </w:num>
  <w:num w:numId="3" w16cid:durableId="466120198">
    <w:abstractNumId w:val="10"/>
  </w:num>
  <w:num w:numId="4" w16cid:durableId="353658179">
    <w:abstractNumId w:val="8"/>
  </w:num>
  <w:num w:numId="5" w16cid:durableId="1340356099">
    <w:abstractNumId w:val="12"/>
  </w:num>
  <w:num w:numId="6" w16cid:durableId="169293060">
    <w:abstractNumId w:val="1"/>
  </w:num>
  <w:num w:numId="7" w16cid:durableId="1251234493">
    <w:abstractNumId w:val="5"/>
  </w:num>
  <w:num w:numId="8" w16cid:durableId="1511333370">
    <w:abstractNumId w:val="3"/>
  </w:num>
  <w:num w:numId="9" w16cid:durableId="336352792">
    <w:abstractNumId w:val="4"/>
  </w:num>
  <w:num w:numId="10" w16cid:durableId="1083527488">
    <w:abstractNumId w:val="0"/>
  </w:num>
  <w:num w:numId="11" w16cid:durableId="1726760850">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16cid:durableId="644046699">
    <w:abstractNumId w:val="2"/>
  </w:num>
  <w:num w:numId="13" w16cid:durableId="2006349593">
    <w:abstractNumId w:val="9"/>
  </w:num>
  <w:num w:numId="14" w16cid:durableId="684327900">
    <w:abstractNumId w:val="6"/>
  </w:num>
  <w:num w:numId="15" w16cid:durableId="18758504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2F"/>
    <w:rsid w:val="00002254"/>
    <w:rsid w:val="00010405"/>
    <w:rsid w:val="00014010"/>
    <w:rsid w:val="00015859"/>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26AE"/>
    <w:rsid w:val="000B309E"/>
    <w:rsid w:val="000B58F6"/>
    <w:rsid w:val="000B76F0"/>
    <w:rsid w:val="000C03D1"/>
    <w:rsid w:val="000C5DAC"/>
    <w:rsid w:val="000D0CD9"/>
    <w:rsid w:val="000D3684"/>
    <w:rsid w:val="000E2F7A"/>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46CD2"/>
    <w:rsid w:val="001504D6"/>
    <w:rsid w:val="0015668B"/>
    <w:rsid w:val="00160058"/>
    <w:rsid w:val="00165C03"/>
    <w:rsid w:val="0017064E"/>
    <w:rsid w:val="0017655D"/>
    <w:rsid w:val="00192417"/>
    <w:rsid w:val="00193535"/>
    <w:rsid w:val="001A19CB"/>
    <w:rsid w:val="001A1F51"/>
    <w:rsid w:val="001A576F"/>
    <w:rsid w:val="001A7212"/>
    <w:rsid w:val="001C0F3C"/>
    <w:rsid w:val="001C32AF"/>
    <w:rsid w:val="001C4842"/>
    <w:rsid w:val="001C6215"/>
    <w:rsid w:val="001C6FEF"/>
    <w:rsid w:val="001D134C"/>
    <w:rsid w:val="001D57CA"/>
    <w:rsid w:val="001D6716"/>
    <w:rsid w:val="001E323D"/>
    <w:rsid w:val="001E4FD5"/>
    <w:rsid w:val="001E61DF"/>
    <w:rsid w:val="001E6EE3"/>
    <w:rsid w:val="001E6F79"/>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A66ED"/>
    <w:rsid w:val="002B19DF"/>
    <w:rsid w:val="002B1F0A"/>
    <w:rsid w:val="002B30FC"/>
    <w:rsid w:val="002B35FE"/>
    <w:rsid w:val="002C3B46"/>
    <w:rsid w:val="002C6399"/>
    <w:rsid w:val="002D35BA"/>
    <w:rsid w:val="002D4057"/>
    <w:rsid w:val="002D52A6"/>
    <w:rsid w:val="002D5DCF"/>
    <w:rsid w:val="002E1396"/>
    <w:rsid w:val="002E3778"/>
    <w:rsid w:val="002E7F2C"/>
    <w:rsid w:val="00302897"/>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D7861"/>
    <w:rsid w:val="003E3D8D"/>
    <w:rsid w:val="003F048F"/>
    <w:rsid w:val="004037D6"/>
    <w:rsid w:val="004054B5"/>
    <w:rsid w:val="00410CE0"/>
    <w:rsid w:val="00411E4C"/>
    <w:rsid w:val="004140E1"/>
    <w:rsid w:val="00416587"/>
    <w:rsid w:val="00420900"/>
    <w:rsid w:val="00420C85"/>
    <w:rsid w:val="0042331E"/>
    <w:rsid w:val="00423990"/>
    <w:rsid w:val="0042558C"/>
    <w:rsid w:val="004312C5"/>
    <w:rsid w:val="00437C31"/>
    <w:rsid w:val="0044335E"/>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27"/>
    <w:rsid w:val="004A3743"/>
    <w:rsid w:val="004B062F"/>
    <w:rsid w:val="004B0798"/>
    <w:rsid w:val="004B1360"/>
    <w:rsid w:val="004B1EEB"/>
    <w:rsid w:val="004B221D"/>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22C3A"/>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E4F49"/>
    <w:rsid w:val="005F2025"/>
    <w:rsid w:val="005F2BC1"/>
    <w:rsid w:val="005F6BF7"/>
    <w:rsid w:val="005F6E53"/>
    <w:rsid w:val="00600DB3"/>
    <w:rsid w:val="00611622"/>
    <w:rsid w:val="006117A5"/>
    <w:rsid w:val="006127A6"/>
    <w:rsid w:val="00615693"/>
    <w:rsid w:val="006222EC"/>
    <w:rsid w:val="0062277E"/>
    <w:rsid w:val="00630AA9"/>
    <w:rsid w:val="00632349"/>
    <w:rsid w:val="00644905"/>
    <w:rsid w:val="00645BFB"/>
    <w:rsid w:val="00653BB5"/>
    <w:rsid w:val="0065667B"/>
    <w:rsid w:val="00656C7D"/>
    <w:rsid w:val="00660386"/>
    <w:rsid w:val="00660C2D"/>
    <w:rsid w:val="00663AC6"/>
    <w:rsid w:val="006825C7"/>
    <w:rsid w:val="00692B34"/>
    <w:rsid w:val="006A1AC6"/>
    <w:rsid w:val="006A445D"/>
    <w:rsid w:val="006A69CF"/>
    <w:rsid w:val="006B2D73"/>
    <w:rsid w:val="006B65FB"/>
    <w:rsid w:val="006B7612"/>
    <w:rsid w:val="006C1716"/>
    <w:rsid w:val="006C2487"/>
    <w:rsid w:val="006D0879"/>
    <w:rsid w:val="006D4B50"/>
    <w:rsid w:val="006E56E1"/>
    <w:rsid w:val="006E6A5D"/>
    <w:rsid w:val="006F194D"/>
    <w:rsid w:val="007057F3"/>
    <w:rsid w:val="00706816"/>
    <w:rsid w:val="00717090"/>
    <w:rsid w:val="00717AA7"/>
    <w:rsid w:val="00723D52"/>
    <w:rsid w:val="007248D5"/>
    <w:rsid w:val="007249A6"/>
    <w:rsid w:val="0072531D"/>
    <w:rsid w:val="007303F1"/>
    <w:rsid w:val="00730E23"/>
    <w:rsid w:val="007318BF"/>
    <w:rsid w:val="007401BC"/>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9569C"/>
    <w:rsid w:val="007A0E0F"/>
    <w:rsid w:val="007A0F18"/>
    <w:rsid w:val="007A2236"/>
    <w:rsid w:val="007A3D7C"/>
    <w:rsid w:val="007B123D"/>
    <w:rsid w:val="007B1AB9"/>
    <w:rsid w:val="007B62F5"/>
    <w:rsid w:val="007C01FD"/>
    <w:rsid w:val="007C0B3D"/>
    <w:rsid w:val="007D06CC"/>
    <w:rsid w:val="007D5A55"/>
    <w:rsid w:val="007D68CD"/>
    <w:rsid w:val="007F1AF9"/>
    <w:rsid w:val="007F3708"/>
    <w:rsid w:val="007F40CF"/>
    <w:rsid w:val="00802EF4"/>
    <w:rsid w:val="00804E33"/>
    <w:rsid w:val="00815B13"/>
    <w:rsid w:val="008163A0"/>
    <w:rsid w:val="008165D3"/>
    <w:rsid w:val="00816B4A"/>
    <w:rsid w:val="00824F64"/>
    <w:rsid w:val="00835866"/>
    <w:rsid w:val="00842EEB"/>
    <w:rsid w:val="0084683E"/>
    <w:rsid w:val="00847C3D"/>
    <w:rsid w:val="00851CE3"/>
    <w:rsid w:val="008535C6"/>
    <w:rsid w:val="0086026C"/>
    <w:rsid w:val="00860A8A"/>
    <w:rsid w:val="00867610"/>
    <w:rsid w:val="00867C14"/>
    <w:rsid w:val="00882C0E"/>
    <w:rsid w:val="00882F37"/>
    <w:rsid w:val="008834CC"/>
    <w:rsid w:val="00886F3B"/>
    <w:rsid w:val="00893EB4"/>
    <w:rsid w:val="00894D78"/>
    <w:rsid w:val="008A0B73"/>
    <w:rsid w:val="008A129A"/>
    <w:rsid w:val="008A1789"/>
    <w:rsid w:val="008A1F3D"/>
    <w:rsid w:val="008A4E10"/>
    <w:rsid w:val="008C0238"/>
    <w:rsid w:val="008C04D4"/>
    <w:rsid w:val="008C066F"/>
    <w:rsid w:val="008C4780"/>
    <w:rsid w:val="008D3213"/>
    <w:rsid w:val="008D5121"/>
    <w:rsid w:val="008D606B"/>
    <w:rsid w:val="008D6113"/>
    <w:rsid w:val="008E5332"/>
    <w:rsid w:val="00900445"/>
    <w:rsid w:val="00901A5D"/>
    <w:rsid w:val="009039FC"/>
    <w:rsid w:val="00905A28"/>
    <w:rsid w:val="00912003"/>
    <w:rsid w:val="00913A37"/>
    <w:rsid w:val="009162CC"/>
    <w:rsid w:val="009202F1"/>
    <w:rsid w:val="00921694"/>
    <w:rsid w:val="00927915"/>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3568"/>
    <w:rsid w:val="009B4572"/>
    <w:rsid w:val="009B5267"/>
    <w:rsid w:val="009B605D"/>
    <w:rsid w:val="009C2258"/>
    <w:rsid w:val="009E0FB0"/>
    <w:rsid w:val="009E3F95"/>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93C32"/>
    <w:rsid w:val="00AA07DB"/>
    <w:rsid w:val="00AA1824"/>
    <w:rsid w:val="00AA51B0"/>
    <w:rsid w:val="00AB021C"/>
    <w:rsid w:val="00AB1F23"/>
    <w:rsid w:val="00AB46AB"/>
    <w:rsid w:val="00AB5A96"/>
    <w:rsid w:val="00AC3FD0"/>
    <w:rsid w:val="00AC72FB"/>
    <w:rsid w:val="00AC7D54"/>
    <w:rsid w:val="00AD1837"/>
    <w:rsid w:val="00AD45A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3BDA"/>
    <w:rsid w:val="00B453C6"/>
    <w:rsid w:val="00B46620"/>
    <w:rsid w:val="00B479E6"/>
    <w:rsid w:val="00B47BA9"/>
    <w:rsid w:val="00B53A4B"/>
    <w:rsid w:val="00B56C8D"/>
    <w:rsid w:val="00B579A6"/>
    <w:rsid w:val="00B648AD"/>
    <w:rsid w:val="00B662AF"/>
    <w:rsid w:val="00B671B0"/>
    <w:rsid w:val="00B71887"/>
    <w:rsid w:val="00B86AE8"/>
    <w:rsid w:val="00BA2667"/>
    <w:rsid w:val="00BA3679"/>
    <w:rsid w:val="00BB1BEB"/>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BF5FA9"/>
    <w:rsid w:val="00C01997"/>
    <w:rsid w:val="00C01E14"/>
    <w:rsid w:val="00C0328E"/>
    <w:rsid w:val="00C13AFF"/>
    <w:rsid w:val="00C17249"/>
    <w:rsid w:val="00C20DD3"/>
    <w:rsid w:val="00C22C75"/>
    <w:rsid w:val="00C264FB"/>
    <w:rsid w:val="00C31D92"/>
    <w:rsid w:val="00C35140"/>
    <w:rsid w:val="00C416D1"/>
    <w:rsid w:val="00C5094A"/>
    <w:rsid w:val="00C648D0"/>
    <w:rsid w:val="00C66BD4"/>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C4912"/>
    <w:rsid w:val="00CD20B4"/>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1F60"/>
    <w:rsid w:val="00DA7D20"/>
    <w:rsid w:val="00DB0FB0"/>
    <w:rsid w:val="00DB1653"/>
    <w:rsid w:val="00DB2D56"/>
    <w:rsid w:val="00DB3F32"/>
    <w:rsid w:val="00DB4796"/>
    <w:rsid w:val="00DB488F"/>
    <w:rsid w:val="00DC17C3"/>
    <w:rsid w:val="00DC4A65"/>
    <w:rsid w:val="00DD0BCC"/>
    <w:rsid w:val="00DD2433"/>
    <w:rsid w:val="00DD294A"/>
    <w:rsid w:val="00DD55E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26A19"/>
    <w:rsid w:val="00E30929"/>
    <w:rsid w:val="00E3168E"/>
    <w:rsid w:val="00E32AE3"/>
    <w:rsid w:val="00E40061"/>
    <w:rsid w:val="00E42F91"/>
    <w:rsid w:val="00E43450"/>
    <w:rsid w:val="00E4526B"/>
    <w:rsid w:val="00E50DC1"/>
    <w:rsid w:val="00E53401"/>
    <w:rsid w:val="00E55390"/>
    <w:rsid w:val="00E61CFB"/>
    <w:rsid w:val="00E72010"/>
    <w:rsid w:val="00E85555"/>
    <w:rsid w:val="00E91B27"/>
    <w:rsid w:val="00E93A1B"/>
    <w:rsid w:val="00E96638"/>
    <w:rsid w:val="00E96ED2"/>
    <w:rsid w:val="00EA18B5"/>
    <w:rsid w:val="00EC7450"/>
    <w:rsid w:val="00EC7AC1"/>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4E9A"/>
    <w:rsid w:val="00F45604"/>
    <w:rsid w:val="00F4621E"/>
    <w:rsid w:val="00F5050D"/>
    <w:rsid w:val="00F60223"/>
    <w:rsid w:val="00F6038D"/>
    <w:rsid w:val="00F63E6D"/>
    <w:rsid w:val="00F66EA1"/>
    <w:rsid w:val="00F70FCD"/>
    <w:rsid w:val="00F7275A"/>
    <w:rsid w:val="00F7325B"/>
    <w:rsid w:val="00F768CF"/>
    <w:rsid w:val="00F860D7"/>
    <w:rsid w:val="00F925C9"/>
    <w:rsid w:val="00F9266B"/>
    <w:rsid w:val="00F929A6"/>
    <w:rsid w:val="00F95EB0"/>
    <w:rsid w:val="00F970B4"/>
    <w:rsid w:val="00FA0347"/>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544145501">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D1227-D7D4-4BFE-8D8C-9AEA8C17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32</TotalTime>
  <Pages>7</Pages>
  <Words>1550</Words>
  <Characters>8527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Staciana MBIKA</cp:lastModifiedBy>
  <cp:revision>16</cp:revision>
  <cp:lastPrinted>2021-06-21T16:06:00Z</cp:lastPrinted>
  <dcterms:created xsi:type="dcterms:W3CDTF">2024-12-10T09:49:00Z</dcterms:created>
  <dcterms:modified xsi:type="dcterms:W3CDTF">2026-02-27T13:46:00Z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